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30AAB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5270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7E5C26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3E3A5A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Loir</w:t>
                          </w: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 Authion</w:t>
                          </w:r>
                        </w:p>
                        <w:p w:rsidR="00256C33" w:rsidRDefault="007E5C26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Rue Marcel Azéma Billa – Brain-sur-l’Authion</w:t>
                          </w:r>
                        </w:p>
                        <w:p w:rsidR="00762875" w:rsidRDefault="007E5C2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LOIRE AUTHION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E5C26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rpe-loireauthion</w:t>
                            </w:r>
                            <w:r w:rsidR="007E5C26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7E5C2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45 55 75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7E5C26">
                            <w:rPr>
                              <w:color w:val="878786"/>
                              <w:sz w:val="12"/>
                              <w:szCs w:val="12"/>
                            </w:rPr>
                            <w:t>01310</w:t>
                          </w:r>
                        </w:p>
                        <w:p w:rsidR="00256C33" w:rsidRPr="00BD52B4" w:rsidRDefault="00930AAB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Loire Authion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1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" stroked="f">
              <v:textbox>
                <w:txbxContent>
                  <w:p w:rsidR="00B750BF" w:rsidRDefault="007E5C26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3E3A5A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Loir</w:t>
                    </w: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 Authion</w:t>
                    </w:r>
                  </w:p>
                  <w:p w:rsidR="00256C33" w:rsidRDefault="007E5C26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Rue Marcel Azéma Billa – Brain-sur-l’Authion</w:t>
                    </w:r>
                  </w:p>
                  <w:p w:rsidR="00762875" w:rsidRDefault="007E5C2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LOIRE AUTHION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E5C26" w:rsidRPr="007F3B19">
                        <w:rPr>
                          <w:rStyle w:val="Lienhypertexte"/>
                          <w:sz w:val="16"/>
                          <w:szCs w:val="16"/>
                        </w:rPr>
                        <w:t>rpe-loireauthion</w:t>
                      </w:r>
                      <w:r w:rsidR="007E5C26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7E5C2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45 55 75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7E5C26">
                      <w:rPr>
                        <w:color w:val="878786"/>
                        <w:sz w:val="12"/>
                        <w:szCs w:val="12"/>
                      </w:rPr>
                      <w:t>01310</w:t>
                    </w:r>
                  </w:p>
                  <w:p w:rsidR="00256C33" w:rsidRPr="00BD52B4" w:rsidRDefault="00930AAB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Loire Authion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30AAB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1AEEF3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loireauthion-pdl@vyv3.fr" TargetMode="External"/><Relationship Id="rId1" Type="http://schemas.openxmlformats.org/officeDocument/2006/relationships/hyperlink" Target="mailto:rpe-loireauthio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14d88cad-2694-4fc8-ba0f-2537f7b00320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8A3F7A53-255F-401A-AD2A-15CF49EE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2023-12-21T16:04:00Z</dcterms:created>
  <dcterms:modified xsi:type="dcterms:W3CDTF">2024-01-04T08:09:00Z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